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433638" w:rsidRPr="00A137D1" w:rsidTr="006D5E09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638" w:rsidRDefault="00433638" w:rsidP="006D5E0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ACTA DE ENTREGA M</w:t>
            </w:r>
            <w:r w:rsidR="00811BBD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433638" w:rsidRPr="00A137D1" w:rsidRDefault="00811BBD" w:rsidP="00811BBD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</w:t>
            </w:r>
            <w:r w:rsidR="0043363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O </w:t>
            </w: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</w:t>
            </w:r>
            <w:r w:rsidR="0043363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DE 2014</w:t>
            </w:r>
          </w:p>
        </w:tc>
      </w:tr>
    </w:tbl>
    <w:p w:rsidR="00433638" w:rsidRDefault="00433638" w:rsidP="00433638">
      <w:pPr>
        <w:rPr>
          <w:sz w:val="28"/>
        </w:rPr>
      </w:pPr>
    </w:p>
    <w:p w:rsidR="00433638" w:rsidRDefault="00811BBD" w:rsidP="004336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BB6ECD">
        <w:rPr>
          <w:rFonts w:ascii="Arial" w:hAnsi="Arial" w:cs="Arial"/>
        </w:rPr>
        <w:t>a</w:t>
      </w:r>
      <w:r w:rsidR="00433638" w:rsidRPr="003A2EBD">
        <w:rPr>
          <w:rFonts w:ascii="Arial" w:hAnsi="Arial" w:cs="Arial"/>
        </w:rPr>
        <w:t xml:space="preserve"> docente</w:t>
      </w:r>
      <w:r w:rsidR="00433638">
        <w:rPr>
          <w:rFonts w:ascii="Arial" w:hAnsi="Arial" w:cs="Arial"/>
        </w:rPr>
        <w:t xml:space="preserve"> </w:t>
      </w:r>
      <w:r w:rsidR="00433638" w:rsidRPr="003A2EBD">
        <w:rPr>
          <w:rFonts w:ascii="Arial" w:hAnsi="Arial" w:cs="Arial"/>
        </w:rPr>
        <w:t xml:space="preserve"> </w:t>
      </w:r>
      <w:r w:rsidR="00433638" w:rsidRPr="00224D36">
        <w:rPr>
          <w:rFonts w:ascii="Arial" w:hAnsi="Arial" w:cs="Arial"/>
          <w:bCs/>
          <w:color w:val="000000"/>
          <w:szCs w:val="18"/>
        </w:rPr>
        <w:t>MARTHA PATRICIA VERA GIL</w:t>
      </w:r>
      <w:r w:rsidR="00433638" w:rsidRPr="003A2EBD">
        <w:rPr>
          <w:rFonts w:ascii="Arial" w:hAnsi="Arial" w:cs="Arial"/>
          <w:sz w:val="40"/>
        </w:rPr>
        <w:t xml:space="preserve"> </w:t>
      </w:r>
      <w:r w:rsidR="00433638" w:rsidRPr="003A2EBD">
        <w:rPr>
          <w:rFonts w:ascii="Arial" w:hAnsi="Arial" w:cs="Arial"/>
        </w:rPr>
        <w:t>identificad</w:t>
      </w:r>
      <w:r w:rsidR="00433638">
        <w:rPr>
          <w:rFonts w:ascii="Arial" w:hAnsi="Arial" w:cs="Arial"/>
        </w:rPr>
        <w:t>a</w:t>
      </w:r>
      <w:r w:rsidR="00433638" w:rsidRPr="003A2EBD">
        <w:rPr>
          <w:rFonts w:ascii="Arial" w:hAnsi="Arial" w:cs="Arial"/>
        </w:rPr>
        <w:t xml:space="preserve"> con C.C. Nº 21.103.976 de </w:t>
      </w:r>
      <w:r w:rsidR="00433638">
        <w:rPr>
          <w:rFonts w:ascii="Arial" w:hAnsi="Arial" w:cs="Arial"/>
        </w:rPr>
        <w:t xml:space="preserve"> </w:t>
      </w:r>
      <w:r w:rsidR="00DB7F38">
        <w:rPr>
          <w:rFonts w:ascii="Arial" w:hAnsi="Arial" w:cs="Arial"/>
        </w:rPr>
        <w:t>VILLAPINZON</w:t>
      </w:r>
      <w:r w:rsidR="00433638"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="00433638" w:rsidRPr="003A2EBD">
        <w:rPr>
          <w:rFonts w:ascii="Arial" w:hAnsi="Arial" w:cs="Arial"/>
        </w:rPr>
        <w:t>, que debe ser anexado al inventario</w:t>
      </w:r>
      <w:r w:rsidR="00433638">
        <w:rPr>
          <w:rFonts w:ascii="Arial" w:hAnsi="Arial" w:cs="Arial"/>
        </w:rPr>
        <w:t xml:space="preserve"> d</w:t>
      </w:r>
      <w:r w:rsidR="00433638" w:rsidRPr="003A2EBD">
        <w:rPr>
          <w:rFonts w:ascii="Arial" w:hAnsi="Arial" w:cs="Arial"/>
        </w:rPr>
        <w:t>e</w:t>
      </w:r>
      <w:r w:rsidR="00433638">
        <w:rPr>
          <w:rFonts w:ascii="Arial" w:hAnsi="Arial" w:cs="Arial"/>
        </w:rPr>
        <w:t xml:space="preserve"> la s</w:t>
      </w:r>
      <w:r w:rsidR="00433638" w:rsidRPr="003A2EBD">
        <w:rPr>
          <w:rFonts w:ascii="Arial" w:hAnsi="Arial" w:cs="Arial"/>
        </w:rPr>
        <w:t>e</w:t>
      </w:r>
      <w:r w:rsidR="00433638">
        <w:rPr>
          <w:rFonts w:ascii="Arial" w:hAnsi="Arial" w:cs="Arial"/>
        </w:rPr>
        <w:t>d</w:t>
      </w:r>
      <w:r w:rsidR="00433638" w:rsidRPr="003A2EBD">
        <w:rPr>
          <w:rFonts w:ascii="Arial" w:hAnsi="Arial" w:cs="Arial"/>
        </w:rPr>
        <w:t>e</w:t>
      </w:r>
      <w:r w:rsidR="00BB6E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APOSENTOS</w:t>
      </w:r>
      <w:r w:rsidR="00433638" w:rsidRPr="003A2EBD">
        <w:rPr>
          <w:rFonts w:ascii="Arial" w:hAnsi="Arial" w:cs="Arial"/>
        </w:rPr>
        <w:t xml:space="preserve">, y </w:t>
      </w:r>
      <w:r w:rsidR="00BB6ECD">
        <w:rPr>
          <w:rFonts w:ascii="Arial" w:hAnsi="Arial" w:cs="Arial"/>
        </w:rPr>
        <w:t xml:space="preserve">que </w:t>
      </w:r>
      <w:r w:rsidR="00433638" w:rsidRPr="003A2EBD">
        <w:rPr>
          <w:rFonts w:ascii="Arial" w:hAnsi="Arial" w:cs="Arial"/>
        </w:rPr>
        <w:t>se relacionan a continuación:</w:t>
      </w:r>
    </w:p>
    <w:p w:rsidR="00433638" w:rsidRDefault="00433638" w:rsidP="00433638">
      <w:pPr>
        <w:jc w:val="both"/>
        <w:rPr>
          <w:rFonts w:ascii="Arial" w:hAnsi="Arial" w:cs="Arial"/>
        </w:rPr>
      </w:pPr>
    </w:p>
    <w:p w:rsidR="00433638" w:rsidRPr="003A2EBD" w:rsidRDefault="00433638" w:rsidP="00433638">
      <w:pPr>
        <w:jc w:val="both"/>
        <w:rPr>
          <w:rFonts w:ascii="Arial" w:hAnsi="Arial" w:cs="Arial"/>
        </w:rPr>
      </w:pPr>
    </w:p>
    <w:p w:rsidR="00433638" w:rsidRPr="003F4D02" w:rsidRDefault="00433638" w:rsidP="0043363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811BBD" w:rsidRPr="003F4D02" w:rsidTr="00811BBD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811BBD" w:rsidRPr="00FC2416" w:rsidRDefault="00811BBD" w:rsidP="006D5E09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11BBD" w:rsidRPr="00FC2416" w:rsidRDefault="00811BBD" w:rsidP="006D5E09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811BBD" w:rsidRPr="00811BBD" w:rsidTr="00811BBD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811BBD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 xml:space="preserve">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VEINTE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B14DED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B14DED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CANECA DE 80 LTS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</w:tcPr>
          <w:p w:rsidR="00811BBD" w:rsidRPr="00811BBD" w:rsidRDefault="00811BBD" w:rsidP="00747442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</w:tcPr>
          <w:p w:rsidR="00811BBD" w:rsidRPr="00811BBD" w:rsidRDefault="00811BBD" w:rsidP="00747442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auto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6D5E09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TABLA PARA PICAR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COLADOR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811BBD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6D5E0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433638" w:rsidRPr="003A2EBD" w:rsidRDefault="00811BBD" w:rsidP="004336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</w:t>
      </w:r>
      <w:r w:rsidR="0043363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12</w:t>
      </w:r>
      <w:r w:rsidR="00433638">
        <w:rPr>
          <w:rFonts w:ascii="Arial" w:hAnsi="Arial" w:cs="Arial"/>
        </w:rPr>
        <w:t>)</w:t>
      </w:r>
      <w:r w:rsidR="00433638"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="00433638" w:rsidRPr="003A2EBD">
        <w:rPr>
          <w:rFonts w:ascii="Arial" w:hAnsi="Arial" w:cs="Arial"/>
        </w:rPr>
        <w:t>de 2014, en constancia firman:</w:t>
      </w:r>
    </w:p>
    <w:p w:rsidR="00433638" w:rsidRPr="003A2EBD" w:rsidRDefault="00433638" w:rsidP="00433638">
      <w:pPr>
        <w:jc w:val="both"/>
        <w:rPr>
          <w:rFonts w:ascii="Arial" w:hAnsi="Arial" w:cs="Arial"/>
        </w:rPr>
      </w:pPr>
    </w:p>
    <w:p w:rsidR="00433638" w:rsidRPr="003A2EBD" w:rsidRDefault="00433638" w:rsidP="00433638">
      <w:pPr>
        <w:jc w:val="both"/>
        <w:rPr>
          <w:rFonts w:ascii="Arial" w:hAnsi="Arial" w:cs="Arial"/>
        </w:rPr>
      </w:pPr>
    </w:p>
    <w:p w:rsidR="00433638" w:rsidRPr="003A2EBD" w:rsidRDefault="00433638" w:rsidP="00433638">
      <w:pPr>
        <w:jc w:val="both"/>
        <w:rPr>
          <w:rFonts w:ascii="Arial" w:hAnsi="Arial" w:cs="Arial"/>
          <w:bCs/>
          <w:color w:val="000000"/>
          <w:sz w:val="32"/>
        </w:rPr>
      </w:pPr>
    </w:p>
    <w:p w:rsidR="00433638" w:rsidRPr="003A2EBD" w:rsidRDefault="00433638" w:rsidP="00433638">
      <w:pPr>
        <w:jc w:val="center"/>
        <w:rPr>
          <w:sz w:val="28"/>
        </w:rPr>
      </w:pPr>
      <w:r w:rsidRPr="003A2EBD">
        <w:rPr>
          <w:sz w:val="28"/>
        </w:rPr>
        <w:t>MARTHA PATRICIA VERA GIL</w:t>
      </w:r>
    </w:p>
    <w:p w:rsidR="00433638" w:rsidRDefault="00433638" w:rsidP="00811BBD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433638" w:rsidRDefault="00433638" w:rsidP="00433638">
      <w:pPr>
        <w:jc w:val="center"/>
        <w:rPr>
          <w:sz w:val="28"/>
        </w:rPr>
      </w:pPr>
    </w:p>
    <w:p w:rsidR="00433638" w:rsidRDefault="00433638" w:rsidP="00433638">
      <w:pPr>
        <w:jc w:val="center"/>
        <w:rPr>
          <w:sz w:val="28"/>
        </w:rPr>
      </w:pPr>
    </w:p>
    <w:p w:rsidR="00433638" w:rsidRDefault="00433638" w:rsidP="00433638">
      <w:pPr>
        <w:jc w:val="center"/>
        <w:rPr>
          <w:sz w:val="28"/>
        </w:rPr>
      </w:pPr>
    </w:p>
    <w:p w:rsidR="00433638" w:rsidRPr="006B4232" w:rsidRDefault="00433638" w:rsidP="00433638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433638" w:rsidRDefault="00433638" w:rsidP="00433638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433638" w:rsidRDefault="00433638" w:rsidP="00631F3E">
      <w:pPr>
        <w:jc w:val="both"/>
        <w:rPr>
          <w:sz w:val="28"/>
        </w:rPr>
      </w:pPr>
    </w:p>
    <w:p w:rsidR="00433638" w:rsidRDefault="00433638" w:rsidP="00631F3E">
      <w:pPr>
        <w:jc w:val="both"/>
        <w:rPr>
          <w:sz w:val="28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811BBD" w:rsidRPr="00A137D1" w:rsidTr="0020503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BBD" w:rsidRDefault="00811BBD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811BBD" w:rsidRPr="00A137D1" w:rsidRDefault="00811BBD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811BBD" w:rsidRDefault="00811BBD" w:rsidP="00811BBD">
      <w:pPr>
        <w:rPr>
          <w:sz w:val="28"/>
        </w:rPr>
      </w:pPr>
    </w:p>
    <w:p w:rsidR="00811BBD" w:rsidRDefault="00811BBD" w:rsidP="0081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SEGUNDO AGUSTIN ESTEPA ARAQUE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 w:rsidR="00F6441B">
        <w:rPr>
          <w:rFonts w:ascii="Arial" w:hAnsi="Arial" w:cs="Arial"/>
        </w:rPr>
        <w:t>9.375.108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F6441B">
        <w:rPr>
          <w:rFonts w:ascii="Arial" w:hAnsi="Arial" w:cs="Arial"/>
        </w:rPr>
        <w:t>EL TEJAR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811BBD" w:rsidRDefault="00811BBD" w:rsidP="00811BBD">
      <w:pPr>
        <w:jc w:val="both"/>
        <w:rPr>
          <w:rFonts w:ascii="Arial" w:hAnsi="Arial" w:cs="Arial"/>
        </w:rPr>
      </w:pPr>
    </w:p>
    <w:p w:rsidR="00811BBD" w:rsidRPr="003A2EBD" w:rsidRDefault="00811BBD" w:rsidP="00811BBD">
      <w:pPr>
        <w:jc w:val="both"/>
        <w:rPr>
          <w:rFonts w:ascii="Arial" w:hAnsi="Arial" w:cs="Arial"/>
        </w:rPr>
      </w:pPr>
    </w:p>
    <w:p w:rsidR="00811BBD" w:rsidRPr="003F4D02" w:rsidRDefault="00811BBD" w:rsidP="00811BB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811BBD" w:rsidRPr="003F4D02" w:rsidTr="00205031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811BBD" w:rsidRPr="00FC2416" w:rsidRDefault="00811BBD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11BBD" w:rsidRPr="00FC2416" w:rsidRDefault="00811BBD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811BBD" w:rsidRPr="00811BBD" w:rsidTr="00205031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 xml:space="preserve">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VEINTE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auto"/>
              <w:right w:val="single" w:sz="4" w:space="0" w:color="1A1A1A"/>
            </w:tcBorders>
            <w:shd w:val="clear" w:color="auto" w:fill="auto"/>
            <w:vAlign w:val="center"/>
          </w:tcPr>
          <w:p w:rsidR="00811BBD" w:rsidRP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811BBD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BBD" w:rsidRDefault="00811BBD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COLADOR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BBD" w:rsidRPr="00811BBD" w:rsidRDefault="00811BBD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LICUADORA GRANDE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811BBD" w:rsidRPr="003A2EBD" w:rsidRDefault="00811BBD" w:rsidP="0081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811BBD" w:rsidRPr="003A2EBD" w:rsidRDefault="00811BBD" w:rsidP="00811BBD">
      <w:pPr>
        <w:jc w:val="both"/>
        <w:rPr>
          <w:rFonts w:ascii="Arial" w:hAnsi="Arial" w:cs="Arial"/>
        </w:rPr>
      </w:pPr>
    </w:p>
    <w:p w:rsidR="00811BBD" w:rsidRPr="003A2EBD" w:rsidRDefault="00811BBD" w:rsidP="00811BBD">
      <w:pPr>
        <w:jc w:val="both"/>
        <w:rPr>
          <w:rFonts w:ascii="Arial" w:hAnsi="Arial" w:cs="Arial"/>
        </w:rPr>
      </w:pPr>
    </w:p>
    <w:p w:rsidR="00811BBD" w:rsidRPr="003A2EBD" w:rsidRDefault="00811BBD" w:rsidP="00811BBD">
      <w:pPr>
        <w:jc w:val="both"/>
        <w:rPr>
          <w:rFonts w:ascii="Arial" w:hAnsi="Arial" w:cs="Arial"/>
          <w:bCs/>
          <w:color w:val="000000"/>
          <w:sz w:val="32"/>
        </w:rPr>
      </w:pPr>
    </w:p>
    <w:p w:rsidR="00F6441B" w:rsidRDefault="00F6441B" w:rsidP="00811BBD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SEGUNDO AGUSTIN ESTEPA ARAQUE </w:t>
      </w:r>
    </w:p>
    <w:p w:rsidR="00811BBD" w:rsidRDefault="00811BBD" w:rsidP="00811BBD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811BBD" w:rsidRDefault="00811BBD" w:rsidP="00811BBD">
      <w:pPr>
        <w:jc w:val="center"/>
        <w:rPr>
          <w:sz w:val="28"/>
        </w:rPr>
      </w:pPr>
    </w:p>
    <w:p w:rsidR="00811BBD" w:rsidRDefault="00811BBD" w:rsidP="00811BBD">
      <w:pPr>
        <w:jc w:val="center"/>
        <w:rPr>
          <w:sz w:val="28"/>
        </w:rPr>
      </w:pPr>
    </w:p>
    <w:p w:rsidR="00811BBD" w:rsidRDefault="00811BBD" w:rsidP="00811BBD">
      <w:pPr>
        <w:jc w:val="center"/>
        <w:rPr>
          <w:sz w:val="28"/>
        </w:rPr>
      </w:pPr>
    </w:p>
    <w:p w:rsidR="00811BBD" w:rsidRPr="006B4232" w:rsidRDefault="00811BBD" w:rsidP="00811BBD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811BBD" w:rsidRDefault="00811BBD" w:rsidP="00811BBD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BB6ECD" w:rsidRDefault="00BB6ECD" w:rsidP="00631F3E">
      <w:pPr>
        <w:jc w:val="both"/>
        <w:rPr>
          <w:sz w:val="28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F6441B" w:rsidRPr="00A137D1" w:rsidTr="0020503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F40" w:rsidRDefault="001F2F40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</w:p>
          <w:p w:rsidR="00F6441B" w:rsidRDefault="00F6441B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F6441B" w:rsidRPr="00A137D1" w:rsidRDefault="00F6441B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F6441B" w:rsidRDefault="00F6441B" w:rsidP="00F6441B">
      <w:pPr>
        <w:rPr>
          <w:sz w:val="28"/>
        </w:rPr>
      </w:pPr>
    </w:p>
    <w:p w:rsidR="00F6441B" w:rsidRDefault="00F6441B" w:rsidP="00F644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TRINI MARIA VICTORIA VILLABONA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>40.008.473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POZO AZUL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F6441B" w:rsidRDefault="00F6441B" w:rsidP="00F6441B">
      <w:pPr>
        <w:jc w:val="both"/>
        <w:rPr>
          <w:rFonts w:ascii="Arial" w:hAnsi="Arial" w:cs="Arial"/>
        </w:rPr>
      </w:pPr>
    </w:p>
    <w:p w:rsidR="00F6441B" w:rsidRPr="003A2EBD" w:rsidRDefault="00F6441B" w:rsidP="00F6441B">
      <w:pPr>
        <w:jc w:val="both"/>
        <w:rPr>
          <w:rFonts w:ascii="Arial" w:hAnsi="Arial" w:cs="Arial"/>
        </w:rPr>
      </w:pPr>
    </w:p>
    <w:p w:rsidR="00F6441B" w:rsidRPr="003F4D02" w:rsidRDefault="00F6441B" w:rsidP="00F6441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F6441B" w:rsidRPr="003F4D02" w:rsidTr="00205031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F6441B" w:rsidRPr="00FC2416" w:rsidRDefault="00F6441B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F6441B" w:rsidRPr="00FC2416" w:rsidRDefault="00F6441B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F6441B" w:rsidRPr="00811BBD" w:rsidTr="00205031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 xml:space="preserve">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VEINTE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1B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41B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F6441B" w:rsidRPr="003A2EBD" w:rsidRDefault="00F6441B" w:rsidP="00F644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F6441B" w:rsidRPr="003A2EBD" w:rsidRDefault="00F6441B" w:rsidP="00F6441B">
      <w:pPr>
        <w:jc w:val="both"/>
        <w:rPr>
          <w:rFonts w:ascii="Arial" w:hAnsi="Arial" w:cs="Arial"/>
        </w:rPr>
      </w:pPr>
    </w:p>
    <w:p w:rsidR="00F6441B" w:rsidRPr="003A2EBD" w:rsidRDefault="00F6441B" w:rsidP="00F6441B">
      <w:pPr>
        <w:jc w:val="both"/>
        <w:rPr>
          <w:rFonts w:ascii="Arial" w:hAnsi="Arial" w:cs="Arial"/>
        </w:rPr>
      </w:pPr>
    </w:p>
    <w:p w:rsidR="00F6441B" w:rsidRPr="003A2EBD" w:rsidRDefault="00F6441B" w:rsidP="00F6441B">
      <w:pPr>
        <w:jc w:val="both"/>
        <w:rPr>
          <w:rFonts w:ascii="Arial" w:hAnsi="Arial" w:cs="Arial"/>
          <w:bCs/>
          <w:color w:val="000000"/>
          <w:sz w:val="32"/>
        </w:rPr>
      </w:pPr>
    </w:p>
    <w:p w:rsidR="00205031" w:rsidRDefault="00F6441B" w:rsidP="00F6441B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TRINI MARIA VICTORIA VILLABONA </w:t>
      </w:r>
    </w:p>
    <w:p w:rsidR="00F6441B" w:rsidRDefault="00F6441B" w:rsidP="00F6441B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F6441B" w:rsidRDefault="00F6441B" w:rsidP="00F6441B">
      <w:pPr>
        <w:jc w:val="center"/>
        <w:rPr>
          <w:sz w:val="28"/>
        </w:rPr>
      </w:pPr>
    </w:p>
    <w:p w:rsidR="00F6441B" w:rsidRDefault="00F6441B" w:rsidP="00F6441B">
      <w:pPr>
        <w:jc w:val="center"/>
        <w:rPr>
          <w:sz w:val="28"/>
        </w:rPr>
      </w:pPr>
    </w:p>
    <w:p w:rsidR="00F6441B" w:rsidRDefault="00F6441B" w:rsidP="00F6441B">
      <w:pPr>
        <w:jc w:val="center"/>
        <w:rPr>
          <w:sz w:val="28"/>
        </w:rPr>
      </w:pPr>
    </w:p>
    <w:p w:rsidR="00F6441B" w:rsidRPr="006B4232" w:rsidRDefault="00F6441B" w:rsidP="00F6441B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F6441B" w:rsidRDefault="00F6441B" w:rsidP="00F6441B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F6441B" w:rsidRDefault="00F6441B" w:rsidP="00631F3E">
      <w:pPr>
        <w:jc w:val="both"/>
        <w:rPr>
          <w:sz w:val="28"/>
        </w:rPr>
      </w:pPr>
    </w:p>
    <w:p w:rsidR="00F6441B" w:rsidRDefault="00F6441B" w:rsidP="00631F3E">
      <w:pPr>
        <w:jc w:val="both"/>
        <w:rPr>
          <w:sz w:val="28"/>
        </w:rPr>
      </w:pPr>
    </w:p>
    <w:p w:rsidR="00F6441B" w:rsidRDefault="00F6441B" w:rsidP="00631F3E">
      <w:pPr>
        <w:jc w:val="both"/>
        <w:rPr>
          <w:sz w:val="28"/>
        </w:rPr>
      </w:pPr>
    </w:p>
    <w:p w:rsidR="00F6441B" w:rsidRDefault="00F6441B" w:rsidP="00631F3E">
      <w:pPr>
        <w:jc w:val="both"/>
        <w:rPr>
          <w:sz w:val="28"/>
        </w:rPr>
      </w:pPr>
    </w:p>
    <w:p w:rsidR="00F6441B" w:rsidRDefault="00F6441B" w:rsidP="00631F3E">
      <w:pPr>
        <w:jc w:val="both"/>
        <w:rPr>
          <w:sz w:val="28"/>
        </w:rPr>
      </w:pPr>
    </w:p>
    <w:p w:rsidR="00F6441B" w:rsidRDefault="00F6441B" w:rsidP="00631F3E">
      <w:pPr>
        <w:jc w:val="both"/>
        <w:rPr>
          <w:sz w:val="28"/>
        </w:rPr>
      </w:pPr>
    </w:p>
    <w:p w:rsidR="00F6441B" w:rsidRDefault="00F6441B" w:rsidP="00631F3E">
      <w:pPr>
        <w:jc w:val="both"/>
        <w:rPr>
          <w:sz w:val="28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F6441B" w:rsidRPr="00A137D1" w:rsidTr="0020503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41B" w:rsidRDefault="00F6441B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F6441B" w:rsidRPr="00A137D1" w:rsidRDefault="00F6441B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F6441B" w:rsidRDefault="00F6441B" w:rsidP="00F6441B">
      <w:pPr>
        <w:rPr>
          <w:sz w:val="28"/>
        </w:rPr>
      </w:pPr>
    </w:p>
    <w:p w:rsidR="00F6441B" w:rsidRDefault="00F6441B" w:rsidP="00F644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GLADYS SARMIENTO RODRIGUEZ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>20.492.724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RETIRO DE INDIOS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F6441B" w:rsidRDefault="00F6441B" w:rsidP="00F6441B">
      <w:pPr>
        <w:jc w:val="both"/>
        <w:rPr>
          <w:rFonts w:ascii="Arial" w:hAnsi="Arial" w:cs="Arial"/>
        </w:rPr>
      </w:pPr>
    </w:p>
    <w:p w:rsidR="00F6441B" w:rsidRPr="003A2EBD" w:rsidRDefault="00F6441B" w:rsidP="00F6441B">
      <w:pPr>
        <w:jc w:val="both"/>
        <w:rPr>
          <w:rFonts w:ascii="Arial" w:hAnsi="Arial" w:cs="Arial"/>
        </w:rPr>
      </w:pPr>
    </w:p>
    <w:p w:rsidR="00F6441B" w:rsidRPr="003F4D02" w:rsidRDefault="00F6441B" w:rsidP="00F6441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F6441B" w:rsidRPr="003F4D02" w:rsidTr="00205031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F6441B" w:rsidRPr="00FC2416" w:rsidRDefault="00F6441B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F6441B" w:rsidRPr="00FC2416" w:rsidRDefault="00F6441B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F6441B" w:rsidRPr="00811BBD" w:rsidTr="00205031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F6441B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2</w:t>
            </w:r>
            <w:r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F6441B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VEINT</w:t>
            </w:r>
            <w:r>
              <w:rPr>
                <w:rFonts w:ascii="Arial" w:hAnsi="Arial" w:cs="Arial"/>
                <w:szCs w:val="16"/>
              </w:rPr>
              <w:t>ICINCO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  <w:r w:rsidR="00205031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VEINT</w:t>
            </w:r>
            <w:r>
              <w:rPr>
                <w:rFonts w:ascii="Arial" w:hAnsi="Arial" w:cs="Arial"/>
                <w:szCs w:val="16"/>
              </w:rPr>
              <w:t>ICINCO</w:t>
            </w:r>
          </w:p>
        </w:tc>
      </w:tr>
      <w:tr w:rsidR="00F6441B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6441B" w:rsidRPr="00811BBD" w:rsidRDefault="00F6441B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F6441B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  <w:r w:rsidR="00205031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6441B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VEINT</w:t>
            </w:r>
            <w:r>
              <w:rPr>
                <w:rFonts w:ascii="Arial" w:hAnsi="Arial" w:cs="Arial"/>
                <w:szCs w:val="16"/>
              </w:rPr>
              <w:t>ICINCO</w:t>
            </w:r>
          </w:p>
        </w:tc>
      </w:tr>
      <w:tr w:rsidR="00205031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F6441B" w:rsidRPr="003A2EBD" w:rsidRDefault="00F6441B" w:rsidP="00F644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F6441B" w:rsidRPr="003A2EBD" w:rsidRDefault="00F6441B" w:rsidP="00F6441B">
      <w:pPr>
        <w:jc w:val="both"/>
        <w:rPr>
          <w:rFonts w:ascii="Arial" w:hAnsi="Arial" w:cs="Arial"/>
        </w:rPr>
      </w:pPr>
    </w:p>
    <w:p w:rsidR="00F6441B" w:rsidRPr="003A2EBD" w:rsidRDefault="00F6441B" w:rsidP="00F6441B">
      <w:pPr>
        <w:jc w:val="both"/>
        <w:rPr>
          <w:rFonts w:ascii="Arial" w:hAnsi="Arial" w:cs="Arial"/>
        </w:rPr>
      </w:pPr>
    </w:p>
    <w:p w:rsidR="00F6441B" w:rsidRPr="003A2EBD" w:rsidRDefault="00F6441B" w:rsidP="00F6441B">
      <w:pPr>
        <w:jc w:val="both"/>
        <w:rPr>
          <w:rFonts w:ascii="Arial" w:hAnsi="Arial" w:cs="Arial"/>
          <w:bCs/>
          <w:color w:val="000000"/>
          <w:sz w:val="32"/>
        </w:rPr>
      </w:pPr>
    </w:p>
    <w:p w:rsidR="00205031" w:rsidRDefault="00205031" w:rsidP="00F6441B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GLADYS SARMIENTO RODRIGUEZ </w:t>
      </w:r>
    </w:p>
    <w:p w:rsidR="00F6441B" w:rsidRDefault="00F6441B" w:rsidP="00F6441B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F6441B" w:rsidRDefault="00F6441B" w:rsidP="00F6441B">
      <w:pPr>
        <w:jc w:val="center"/>
        <w:rPr>
          <w:sz w:val="28"/>
        </w:rPr>
      </w:pPr>
    </w:p>
    <w:p w:rsidR="00F6441B" w:rsidRDefault="00F6441B" w:rsidP="00F6441B">
      <w:pPr>
        <w:jc w:val="center"/>
        <w:rPr>
          <w:sz w:val="28"/>
        </w:rPr>
      </w:pPr>
    </w:p>
    <w:p w:rsidR="00F6441B" w:rsidRDefault="00F6441B" w:rsidP="00F6441B">
      <w:pPr>
        <w:jc w:val="center"/>
        <w:rPr>
          <w:sz w:val="28"/>
        </w:rPr>
      </w:pPr>
    </w:p>
    <w:p w:rsidR="00F6441B" w:rsidRPr="006B4232" w:rsidRDefault="00F6441B" w:rsidP="00F6441B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F6441B" w:rsidRDefault="00F6441B" w:rsidP="00F6441B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205031" w:rsidRPr="00A137D1" w:rsidTr="0020503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31" w:rsidRDefault="00205031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205031" w:rsidRPr="00A137D1" w:rsidRDefault="00205031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205031" w:rsidRDefault="00205031" w:rsidP="00205031">
      <w:pPr>
        <w:rPr>
          <w:sz w:val="28"/>
        </w:rPr>
      </w:pPr>
    </w:p>
    <w:p w:rsidR="00205031" w:rsidRDefault="00205031" w:rsidP="002050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NANCY ESTHELLA FERNANDEZ LIZARAZO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>20.491.498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RETIRO DE BLANCOS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205031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F4D02" w:rsidRDefault="00205031" w:rsidP="0020503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205031" w:rsidRPr="003F4D02" w:rsidTr="00205031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205031" w:rsidRPr="00FC2416" w:rsidRDefault="00205031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205031" w:rsidRPr="00FC2416" w:rsidRDefault="00205031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205031" w:rsidRPr="00811BBD" w:rsidTr="00205031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F365E7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F365E7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F365E7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F365E7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F365E7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365E7" w:rsidRPr="00811BBD" w:rsidRDefault="00F365E7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365E7" w:rsidRPr="00811BBD" w:rsidRDefault="00F365E7" w:rsidP="001B42FD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365E7" w:rsidRPr="00811BBD" w:rsidRDefault="00F365E7" w:rsidP="001B42FD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205031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205031" w:rsidRPr="003A2EBD" w:rsidRDefault="00205031" w:rsidP="002050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  <w:bCs/>
          <w:color w:val="000000"/>
          <w:sz w:val="32"/>
        </w:rPr>
      </w:pPr>
    </w:p>
    <w:p w:rsidR="00205031" w:rsidRDefault="00205031" w:rsidP="00205031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NANCY ESTHELLA FERNANDEZ LIZARAZO </w:t>
      </w:r>
    </w:p>
    <w:p w:rsidR="00205031" w:rsidRDefault="00205031" w:rsidP="00205031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205031" w:rsidRDefault="00205031" w:rsidP="00205031">
      <w:pPr>
        <w:jc w:val="center"/>
        <w:rPr>
          <w:sz w:val="28"/>
        </w:rPr>
      </w:pPr>
    </w:p>
    <w:p w:rsidR="00205031" w:rsidRDefault="00205031" w:rsidP="00205031">
      <w:pPr>
        <w:jc w:val="center"/>
        <w:rPr>
          <w:sz w:val="28"/>
        </w:rPr>
      </w:pPr>
    </w:p>
    <w:p w:rsidR="00205031" w:rsidRDefault="00205031" w:rsidP="00205031">
      <w:pPr>
        <w:jc w:val="center"/>
        <w:rPr>
          <w:sz w:val="28"/>
        </w:rPr>
      </w:pPr>
    </w:p>
    <w:p w:rsidR="00205031" w:rsidRPr="006B4232" w:rsidRDefault="00205031" w:rsidP="00205031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205031" w:rsidRDefault="00205031" w:rsidP="00205031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205031" w:rsidRPr="00A137D1" w:rsidTr="0020503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31" w:rsidRDefault="00205031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205031" w:rsidRPr="00A137D1" w:rsidRDefault="00205031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205031" w:rsidRDefault="00205031" w:rsidP="00205031">
      <w:pPr>
        <w:rPr>
          <w:sz w:val="28"/>
        </w:rPr>
      </w:pPr>
    </w:p>
    <w:p w:rsidR="00205031" w:rsidRDefault="00205031" w:rsidP="002050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ROSALIA QUINTERO CABRERA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>1.069.260.471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RETIRO ALTO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205031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F4D02" w:rsidRDefault="00205031" w:rsidP="0020503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205031" w:rsidRPr="003F4D02" w:rsidTr="00205031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205031" w:rsidRPr="00FC2416" w:rsidRDefault="00205031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205031" w:rsidRPr="00FC2416" w:rsidRDefault="00205031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205031" w:rsidRPr="00811BBD" w:rsidTr="00205031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205031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COLADOR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TABLA PARA PICAR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31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031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205031" w:rsidRPr="003A2EBD" w:rsidRDefault="00205031" w:rsidP="002050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  <w:bCs/>
          <w:color w:val="000000"/>
          <w:sz w:val="32"/>
        </w:rPr>
      </w:pPr>
    </w:p>
    <w:p w:rsidR="00205031" w:rsidRDefault="00205031" w:rsidP="00205031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ROSALIA QUINTERO CABRERA </w:t>
      </w:r>
    </w:p>
    <w:p w:rsidR="00205031" w:rsidRDefault="00205031" w:rsidP="00205031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205031" w:rsidRDefault="00205031" w:rsidP="00205031">
      <w:pPr>
        <w:jc w:val="center"/>
        <w:rPr>
          <w:sz w:val="28"/>
        </w:rPr>
      </w:pPr>
    </w:p>
    <w:p w:rsidR="00205031" w:rsidRDefault="00205031" w:rsidP="00205031">
      <w:pPr>
        <w:jc w:val="center"/>
        <w:rPr>
          <w:sz w:val="28"/>
        </w:rPr>
      </w:pPr>
    </w:p>
    <w:p w:rsidR="00205031" w:rsidRDefault="00205031" w:rsidP="00205031">
      <w:pPr>
        <w:jc w:val="center"/>
        <w:rPr>
          <w:sz w:val="28"/>
        </w:rPr>
      </w:pPr>
    </w:p>
    <w:p w:rsidR="00205031" w:rsidRPr="006B4232" w:rsidRDefault="00205031" w:rsidP="00205031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205031" w:rsidRDefault="00205031" w:rsidP="00205031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205031" w:rsidRDefault="00205031" w:rsidP="00205031">
      <w:pPr>
        <w:jc w:val="both"/>
        <w:rPr>
          <w:sz w:val="28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205031" w:rsidRPr="00A137D1" w:rsidTr="0020503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31" w:rsidRDefault="00205031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205031" w:rsidRPr="00A137D1" w:rsidRDefault="00205031" w:rsidP="0020503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205031" w:rsidRDefault="00205031" w:rsidP="00205031">
      <w:pPr>
        <w:rPr>
          <w:sz w:val="28"/>
        </w:rPr>
      </w:pPr>
    </w:p>
    <w:p w:rsidR="00205031" w:rsidRDefault="00205031" w:rsidP="002050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DORA ALICIA TORRES RODRIGUEZ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 w:rsidR="00E02B72">
        <w:rPr>
          <w:rFonts w:ascii="Arial" w:hAnsi="Arial" w:cs="Arial"/>
        </w:rPr>
        <w:t>21.103.223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CHINGACIO ALTO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205031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F4D02" w:rsidRDefault="00205031" w:rsidP="0020503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205031" w:rsidRPr="003F4D02" w:rsidTr="00205031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205031" w:rsidRPr="00FC2416" w:rsidRDefault="00205031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205031" w:rsidRPr="00FC2416" w:rsidRDefault="00205031" w:rsidP="00205031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205031" w:rsidRPr="00811BBD" w:rsidTr="00205031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UNA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205031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05031" w:rsidRPr="00811BBD" w:rsidRDefault="00205031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05031" w:rsidRPr="00811BBD" w:rsidRDefault="00205031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VEINTICINCO</w:t>
            </w:r>
          </w:p>
        </w:tc>
      </w:tr>
      <w:tr w:rsidR="00E02B72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205031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205031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20503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205031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205031" w:rsidRPr="003A2EBD" w:rsidRDefault="00205031" w:rsidP="002050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</w:rPr>
      </w:pPr>
    </w:p>
    <w:p w:rsidR="00205031" w:rsidRPr="003A2EBD" w:rsidRDefault="00205031" w:rsidP="00205031">
      <w:pPr>
        <w:jc w:val="both"/>
        <w:rPr>
          <w:rFonts w:ascii="Arial" w:hAnsi="Arial" w:cs="Arial"/>
          <w:bCs/>
          <w:color w:val="000000"/>
          <w:sz w:val="32"/>
        </w:rPr>
      </w:pPr>
    </w:p>
    <w:p w:rsidR="00205031" w:rsidRDefault="00205031" w:rsidP="00205031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DORA ALICIA TORRES RODRIGUEZ </w:t>
      </w:r>
    </w:p>
    <w:p w:rsidR="00205031" w:rsidRDefault="00205031" w:rsidP="00205031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205031" w:rsidRDefault="00205031" w:rsidP="00205031">
      <w:pPr>
        <w:jc w:val="center"/>
        <w:rPr>
          <w:sz w:val="28"/>
        </w:rPr>
      </w:pPr>
    </w:p>
    <w:p w:rsidR="00205031" w:rsidRDefault="00205031" w:rsidP="00205031">
      <w:pPr>
        <w:jc w:val="center"/>
        <w:rPr>
          <w:sz w:val="28"/>
        </w:rPr>
      </w:pPr>
    </w:p>
    <w:p w:rsidR="00205031" w:rsidRDefault="00205031" w:rsidP="00205031">
      <w:pPr>
        <w:jc w:val="center"/>
        <w:rPr>
          <w:sz w:val="28"/>
        </w:rPr>
      </w:pPr>
    </w:p>
    <w:p w:rsidR="00205031" w:rsidRPr="006B4232" w:rsidRDefault="00205031" w:rsidP="00205031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205031" w:rsidRDefault="00205031" w:rsidP="00205031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E02B72" w:rsidRPr="00A137D1" w:rsidTr="001B19E0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F40" w:rsidRDefault="001F2F40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</w:p>
          <w:p w:rsidR="00E02B72" w:rsidRDefault="00E02B72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E02B72" w:rsidRPr="00A137D1" w:rsidRDefault="00E02B72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E02B72" w:rsidRDefault="00E02B72" w:rsidP="00E02B72">
      <w:pPr>
        <w:rPr>
          <w:sz w:val="28"/>
        </w:rPr>
      </w:pPr>
    </w:p>
    <w:p w:rsidR="00E02B72" w:rsidRDefault="00E02B72" w:rsidP="00E02B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ARAMINTA AREVALO GONZALEZ 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>20.491.671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CHINGACIO BAJO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E02B72" w:rsidRDefault="00E02B72" w:rsidP="00E02B72">
      <w:pPr>
        <w:jc w:val="both"/>
        <w:rPr>
          <w:rFonts w:ascii="Arial" w:hAnsi="Arial" w:cs="Arial"/>
        </w:rPr>
      </w:pPr>
    </w:p>
    <w:p w:rsidR="00E02B72" w:rsidRPr="003A2EBD" w:rsidRDefault="00E02B72" w:rsidP="00E02B72">
      <w:pPr>
        <w:jc w:val="both"/>
        <w:rPr>
          <w:rFonts w:ascii="Arial" w:hAnsi="Arial" w:cs="Arial"/>
        </w:rPr>
      </w:pPr>
    </w:p>
    <w:p w:rsidR="00E02B72" w:rsidRPr="003F4D02" w:rsidRDefault="00E02B72" w:rsidP="00E02B7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E02B72" w:rsidRPr="003F4D02" w:rsidTr="001B19E0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E02B72" w:rsidRPr="00FC2416" w:rsidRDefault="00E02B72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E02B72" w:rsidRPr="00FC2416" w:rsidRDefault="00E02B72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E02B72" w:rsidRPr="00811BBD" w:rsidTr="001B19E0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TRES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CINCUENTA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CINCUENTA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Pr="00811BBD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Pr="00811BBD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CINCUENTA</w:t>
            </w:r>
          </w:p>
        </w:tc>
      </w:tr>
      <w:tr w:rsidR="00E02B72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TABLA PARA PICAR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N° 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E02B72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72" w:rsidRDefault="00E02B72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72" w:rsidRDefault="00E02B72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E02B72" w:rsidRPr="003A2EBD" w:rsidRDefault="00E02B72" w:rsidP="00E02B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E02B72" w:rsidRPr="003A2EBD" w:rsidRDefault="00E02B72" w:rsidP="00E02B72">
      <w:pPr>
        <w:jc w:val="both"/>
        <w:rPr>
          <w:rFonts w:ascii="Arial" w:hAnsi="Arial" w:cs="Arial"/>
        </w:rPr>
      </w:pPr>
    </w:p>
    <w:p w:rsidR="00E02B72" w:rsidRPr="003A2EBD" w:rsidRDefault="00E02B72" w:rsidP="00E02B72">
      <w:pPr>
        <w:jc w:val="both"/>
        <w:rPr>
          <w:rFonts w:ascii="Arial" w:hAnsi="Arial" w:cs="Arial"/>
        </w:rPr>
      </w:pPr>
    </w:p>
    <w:p w:rsidR="00E02B72" w:rsidRPr="003A2EBD" w:rsidRDefault="00E02B72" w:rsidP="00E02B72">
      <w:pPr>
        <w:jc w:val="both"/>
        <w:rPr>
          <w:rFonts w:ascii="Arial" w:hAnsi="Arial" w:cs="Arial"/>
          <w:bCs/>
          <w:color w:val="000000"/>
          <w:sz w:val="32"/>
        </w:rPr>
      </w:pPr>
    </w:p>
    <w:p w:rsidR="002E0ECB" w:rsidRDefault="002E0ECB" w:rsidP="00E02B72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ARAMINTA AREVALO GONZALEZ  </w:t>
      </w:r>
    </w:p>
    <w:p w:rsidR="00E02B72" w:rsidRDefault="00E02B72" w:rsidP="00E02B72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E02B72" w:rsidRDefault="00E02B72" w:rsidP="00E02B72">
      <w:pPr>
        <w:jc w:val="center"/>
        <w:rPr>
          <w:sz w:val="28"/>
        </w:rPr>
      </w:pPr>
    </w:p>
    <w:p w:rsidR="00E02B72" w:rsidRDefault="00E02B72" w:rsidP="00E02B72">
      <w:pPr>
        <w:jc w:val="center"/>
        <w:rPr>
          <w:sz w:val="28"/>
        </w:rPr>
      </w:pPr>
    </w:p>
    <w:p w:rsidR="00E02B72" w:rsidRDefault="00E02B72" w:rsidP="00E02B72">
      <w:pPr>
        <w:jc w:val="center"/>
        <w:rPr>
          <w:sz w:val="28"/>
        </w:rPr>
      </w:pPr>
    </w:p>
    <w:p w:rsidR="00E02B72" w:rsidRPr="006B4232" w:rsidRDefault="00E02B72" w:rsidP="00E02B72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E02B72" w:rsidRDefault="00E02B72" w:rsidP="00E02B72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2E0ECB" w:rsidRPr="00A137D1" w:rsidTr="001B19E0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ECB" w:rsidRDefault="002E0ECB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2E0ECB" w:rsidRPr="00A137D1" w:rsidRDefault="002E0ECB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2E0ECB" w:rsidRDefault="002E0ECB" w:rsidP="002E0ECB">
      <w:pPr>
        <w:rPr>
          <w:sz w:val="28"/>
        </w:rPr>
      </w:pPr>
    </w:p>
    <w:p w:rsidR="002E0ECB" w:rsidRDefault="002E0ECB" w:rsidP="002E0E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SANDRA MILENA GORDILLO JIMENEZ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>20.490.832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EL TABLON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2E0ECB" w:rsidRDefault="002E0ECB" w:rsidP="002E0ECB">
      <w:pPr>
        <w:jc w:val="both"/>
        <w:rPr>
          <w:rFonts w:ascii="Arial" w:hAnsi="Arial" w:cs="Arial"/>
        </w:rPr>
      </w:pPr>
    </w:p>
    <w:p w:rsidR="002E0ECB" w:rsidRPr="003A2EBD" w:rsidRDefault="002E0ECB" w:rsidP="002E0ECB">
      <w:pPr>
        <w:jc w:val="both"/>
        <w:rPr>
          <w:rFonts w:ascii="Arial" w:hAnsi="Arial" w:cs="Arial"/>
        </w:rPr>
      </w:pPr>
    </w:p>
    <w:p w:rsidR="002E0ECB" w:rsidRPr="003F4D02" w:rsidRDefault="002E0ECB" w:rsidP="002E0EC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2E0ECB" w:rsidRPr="003F4D02" w:rsidTr="001B19E0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2E0ECB" w:rsidRPr="00FC2416" w:rsidRDefault="002E0ECB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2E0ECB" w:rsidRPr="00FC2416" w:rsidRDefault="002E0ECB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2E0ECB" w:rsidRPr="00811BBD" w:rsidTr="001B19E0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E0ECB" w:rsidRPr="00811BBD" w:rsidRDefault="002E0ECB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E0ECB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E0ECB" w:rsidRPr="00811BBD" w:rsidRDefault="002E0ECB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2E0ECB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E0ECB" w:rsidRPr="00811BBD" w:rsidRDefault="002E0ECB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E0ECB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E0ECB" w:rsidRDefault="002E0ECB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Pr="00811BBD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Pr="00811BBD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Pr="00811BBD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2E0ECB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E0ECB" w:rsidRDefault="002E0ECB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 DE FRITOS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E0ECB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2E0ECB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DE JUGOS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E0ECB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ECB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COLA</w:t>
            </w:r>
            <w:r w:rsidR="002E0ECB">
              <w:rPr>
                <w:rFonts w:ascii="Arial" w:hAnsi="Arial" w:cs="Arial"/>
                <w:szCs w:val="16"/>
              </w:rPr>
              <w:t>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2E0ECB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ECB" w:rsidRDefault="002E0ECB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2E0ECB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ECB" w:rsidRDefault="002E0ECB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CB" w:rsidRDefault="002E0ECB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2E0ECB" w:rsidRPr="003A2EBD" w:rsidRDefault="002E0ECB" w:rsidP="002E0E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2E0ECB" w:rsidRPr="003A2EBD" w:rsidRDefault="002E0ECB" w:rsidP="002E0ECB">
      <w:pPr>
        <w:jc w:val="both"/>
        <w:rPr>
          <w:rFonts w:ascii="Arial" w:hAnsi="Arial" w:cs="Arial"/>
        </w:rPr>
      </w:pPr>
    </w:p>
    <w:p w:rsidR="002E0ECB" w:rsidRPr="003A2EBD" w:rsidRDefault="002E0ECB" w:rsidP="002E0ECB">
      <w:pPr>
        <w:jc w:val="both"/>
        <w:rPr>
          <w:rFonts w:ascii="Arial" w:hAnsi="Arial" w:cs="Arial"/>
        </w:rPr>
      </w:pPr>
    </w:p>
    <w:p w:rsidR="002E0ECB" w:rsidRPr="003A2EBD" w:rsidRDefault="002E0ECB" w:rsidP="002E0ECB">
      <w:pPr>
        <w:jc w:val="both"/>
        <w:rPr>
          <w:rFonts w:ascii="Arial" w:hAnsi="Arial" w:cs="Arial"/>
          <w:bCs/>
          <w:color w:val="000000"/>
          <w:sz w:val="32"/>
        </w:rPr>
      </w:pPr>
    </w:p>
    <w:p w:rsidR="002E0ECB" w:rsidRDefault="002E0ECB" w:rsidP="002E0ECB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SANDRA MILENA GORDILLO JIMENEZ </w:t>
      </w:r>
    </w:p>
    <w:p w:rsidR="002E0ECB" w:rsidRDefault="002E0ECB" w:rsidP="002E0ECB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2E0ECB" w:rsidRDefault="002E0ECB" w:rsidP="002E0ECB">
      <w:pPr>
        <w:jc w:val="center"/>
        <w:rPr>
          <w:sz w:val="28"/>
        </w:rPr>
      </w:pPr>
    </w:p>
    <w:p w:rsidR="002E0ECB" w:rsidRDefault="002E0ECB" w:rsidP="002E0ECB">
      <w:pPr>
        <w:jc w:val="center"/>
        <w:rPr>
          <w:sz w:val="28"/>
        </w:rPr>
      </w:pPr>
    </w:p>
    <w:p w:rsidR="002E0ECB" w:rsidRDefault="002E0ECB" w:rsidP="002E0ECB">
      <w:pPr>
        <w:jc w:val="center"/>
        <w:rPr>
          <w:sz w:val="28"/>
        </w:rPr>
      </w:pPr>
    </w:p>
    <w:p w:rsidR="002E0ECB" w:rsidRPr="006B4232" w:rsidRDefault="002E0ECB" w:rsidP="002E0ECB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2E0ECB" w:rsidRDefault="002E0ECB" w:rsidP="002E0ECB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E02B72" w:rsidRDefault="00E02B72" w:rsidP="00205031">
      <w:pPr>
        <w:jc w:val="both"/>
        <w:rPr>
          <w:sz w:val="28"/>
        </w:rPr>
      </w:pPr>
    </w:p>
    <w:p w:rsidR="00205031" w:rsidRDefault="00205031" w:rsidP="00205031">
      <w:pPr>
        <w:jc w:val="both"/>
        <w:rPr>
          <w:sz w:val="28"/>
        </w:rPr>
      </w:pPr>
    </w:p>
    <w:p w:rsidR="0045752A" w:rsidRDefault="0045752A" w:rsidP="00205031">
      <w:pPr>
        <w:jc w:val="both"/>
        <w:rPr>
          <w:sz w:val="28"/>
        </w:rPr>
      </w:pPr>
    </w:p>
    <w:p w:rsidR="0045752A" w:rsidRDefault="0045752A" w:rsidP="00205031">
      <w:pPr>
        <w:jc w:val="both"/>
        <w:rPr>
          <w:sz w:val="28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45752A" w:rsidRPr="00A137D1" w:rsidTr="001B19E0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2A" w:rsidRDefault="0045752A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45752A" w:rsidRPr="00A137D1" w:rsidRDefault="0045752A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45752A" w:rsidRDefault="0045752A" w:rsidP="0045752A">
      <w:pPr>
        <w:rPr>
          <w:sz w:val="28"/>
        </w:rPr>
      </w:pPr>
    </w:p>
    <w:p w:rsidR="0045752A" w:rsidRDefault="0045752A" w:rsidP="004575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 w:rsidR="00564437">
        <w:rPr>
          <w:rFonts w:ascii="Arial" w:hAnsi="Arial" w:cs="Arial"/>
          <w:bCs/>
          <w:color w:val="000000"/>
          <w:szCs w:val="18"/>
        </w:rPr>
        <w:t xml:space="preserve">CARLOS ARTURO ROJAS </w:t>
      </w:r>
      <w:r>
        <w:rPr>
          <w:rFonts w:ascii="Arial" w:hAnsi="Arial" w:cs="Arial"/>
          <w:bCs/>
          <w:color w:val="000000"/>
          <w:szCs w:val="18"/>
        </w:rPr>
        <w:t xml:space="preserve"> 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 w:rsidR="00564437">
        <w:rPr>
          <w:rFonts w:ascii="Arial" w:hAnsi="Arial" w:cs="Arial"/>
        </w:rPr>
        <w:t xml:space="preserve">21.101.635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564437">
        <w:rPr>
          <w:rFonts w:ascii="Arial" w:hAnsi="Arial" w:cs="Arial"/>
        </w:rPr>
        <w:t>MOCHILA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45752A" w:rsidRDefault="0045752A" w:rsidP="0045752A">
      <w:pPr>
        <w:jc w:val="both"/>
        <w:rPr>
          <w:rFonts w:ascii="Arial" w:hAnsi="Arial" w:cs="Arial"/>
        </w:rPr>
      </w:pPr>
    </w:p>
    <w:p w:rsidR="0045752A" w:rsidRPr="003A2EBD" w:rsidRDefault="0045752A" w:rsidP="0045752A">
      <w:pPr>
        <w:jc w:val="both"/>
        <w:rPr>
          <w:rFonts w:ascii="Arial" w:hAnsi="Arial" w:cs="Arial"/>
        </w:rPr>
      </w:pPr>
    </w:p>
    <w:p w:rsidR="0045752A" w:rsidRPr="003F4D02" w:rsidRDefault="0045752A" w:rsidP="0045752A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45752A" w:rsidRPr="003F4D02" w:rsidTr="001B19E0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45752A" w:rsidRPr="00FC2416" w:rsidRDefault="0045752A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45752A" w:rsidRPr="00FC2416" w:rsidRDefault="0045752A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45752A" w:rsidRPr="00811BBD" w:rsidTr="001B19E0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Pr="00811BBD" w:rsidRDefault="0045752A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DOS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Pr="00811BBD" w:rsidRDefault="0045752A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  <w:r w:rsidR="0045752A">
              <w:rPr>
                <w:rFonts w:ascii="Arial" w:hAnsi="Arial" w:cs="Arial"/>
                <w:szCs w:val="16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Pr="00811BBD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Pr="00811BBD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FB617C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B617C" w:rsidRPr="00811BBD" w:rsidRDefault="00FB617C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B617C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B617C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FB617C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FB617C" w:rsidRPr="00811BBD" w:rsidRDefault="00FB617C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B617C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FB617C" w:rsidRPr="00811BBD" w:rsidRDefault="00FB617C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45752A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CANECA DE 80 LTS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45752A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TABLA PARA PICAR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45752A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2A" w:rsidRDefault="0045752A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52A" w:rsidRDefault="0045752A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45752A" w:rsidP="003C4A9F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45752A" w:rsidRPr="003A2EBD" w:rsidRDefault="0045752A" w:rsidP="004575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45752A" w:rsidRPr="003A2EBD" w:rsidRDefault="0045752A" w:rsidP="0045752A">
      <w:pPr>
        <w:jc w:val="both"/>
        <w:rPr>
          <w:rFonts w:ascii="Arial" w:hAnsi="Arial" w:cs="Arial"/>
        </w:rPr>
      </w:pPr>
    </w:p>
    <w:p w:rsidR="0045752A" w:rsidRPr="003A2EBD" w:rsidRDefault="0045752A" w:rsidP="0045752A">
      <w:pPr>
        <w:jc w:val="both"/>
        <w:rPr>
          <w:rFonts w:ascii="Arial" w:hAnsi="Arial" w:cs="Arial"/>
        </w:rPr>
      </w:pPr>
    </w:p>
    <w:p w:rsidR="0045752A" w:rsidRPr="003A2EBD" w:rsidRDefault="0045752A" w:rsidP="0045752A">
      <w:pPr>
        <w:jc w:val="both"/>
        <w:rPr>
          <w:rFonts w:ascii="Arial" w:hAnsi="Arial" w:cs="Arial"/>
          <w:bCs/>
          <w:color w:val="000000"/>
          <w:sz w:val="32"/>
        </w:rPr>
      </w:pPr>
    </w:p>
    <w:p w:rsidR="00564437" w:rsidRDefault="00564437" w:rsidP="0045752A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CARLOS ARTURO ROJAS   </w:t>
      </w:r>
    </w:p>
    <w:p w:rsidR="0045752A" w:rsidRDefault="0045752A" w:rsidP="0045752A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45752A" w:rsidRDefault="0045752A" w:rsidP="0045752A">
      <w:pPr>
        <w:jc w:val="center"/>
        <w:rPr>
          <w:sz w:val="28"/>
        </w:rPr>
      </w:pPr>
    </w:p>
    <w:p w:rsidR="0045752A" w:rsidRDefault="0045752A" w:rsidP="0045752A">
      <w:pPr>
        <w:jc w:val="center"/>
        <w:rPr>
          <w:sz w:val="28"/>
        </w:rPr>
      </w:pPr>
    </w:p>
    <w:p w:rsidR="0045752A" w:rsidRDefault="0045752A" w:rsidP="0045752A">
      <w:pPr>
        <w:jc w:val="center"/>
        <w:rPr>
          <w:sz w:val="28"/>
        </w:rPr>
      </w:pPr>
    </w:p>
    <w:p w:rsidR="0045752A" w:rsidRPr="006B4232" w:rsidRDefault="0045752A" w:rsidP="0045752A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45752A" w:rsidRDefault="0045752A" w:rsidP="00205031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3C4A9F" w:rsidRPr="00A137D1" w:rsidTr="001B19E0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A9F" w:rsidRDefault="003C4A9F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3C4A9F" w:rsidRPr="00A137D1" w:rsidRDefault="003C4A9F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3C4A9F" w:rsidRDefault="003C4A9F" w:rsidP="003C4A9F">
      <w:pPr>
        <w:rPr>
          <w:sz w:val="28"/>
        </w:rPr>
      </w:pPr>
    </w:p>
    <w:p w:rsidR="003C4A9F" w:rsidRDefault="003C4A9F" w:rsidP="003C4A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LUZ DARY RUIZ HERNANDEZ  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 xml:space="preserve">63.397.277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5C3826">
        <w:rPr>
          <w:rFonts w:ascii="Arial" w:hAnsi="Arial" w:cs="Arial"/>
        </w:rPr>
        <w:t>CAPELLANIA</w:t>
      </w:r>
      <w:bookmarkStart w:id="0" w:name="_GoBack"/>
      <w:bookmarkEnd w:id="0"/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3C4A9F" w:rsidRDefault="003C4A9F" w:rsidP="003C4A9F">
      <w:pPr>
        <w:jc w:val="both"/>
        <w:rPr>
          <w:rFonts w:ascii="Arial" w:hAnsi="Arial" w:cs="Arial"/>
        </w:rPr>
      </w:pPr>
    </w:p>
    <w:p w:rsidR="003C4A9F" w:rsidRPr="003A2EBD" w:rsidRDefault="003C4A9F" w:rsidP="003C4A9F">
      <w:pPr>
        <w:jc w:val="both"/>
        <w:rPr>
          <w:rFonts w:ascii="Arial" w:hAnsi="Arial" w:cs="Arial"/>
        </w:rPr>
      </w:pPr>
    </w:p>
    <w:p w:rsidR="003C4A9F" w:rsidRPr="003F4D02" w:rsidRDefault="003C4A9F" w:rsidP="003C4A9F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3C4A9F" w:rsidRPr="003F4D02" w:rsidTr="001B19E0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3C4A9F" w:rsidRPr="00FC2416" w:rsidRDefault="003C4A9F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3C4A9F" w:rsidRPr="00FC2416" w:rsidRDefault="003C4A9F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3C4A9F" w:rsidRPr="00811BBD" w:rsidTr="001B19E0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Pr="00811BBD" w:rsidRDefault="003C4A9F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DOS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Pr="00811BBD" w:rsidRDefault="003C4A9F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CUARENTA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Pr="00811BBD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Pr="00811BBD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F365E7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F365E7" w:rsidP="00F365E7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TREIN</w:t>
            </w:r>
            <w:r w:rsidR="003C4A9F">
              <w:rPr>
                <w:rFonts w:ascii="Arial" w:hAnsi="Arial" w:cs="Arial"/>
                <w:szCs w:val="16"/>
              </w:rPr>
              <w:t>TA</w:t>
            </w:r>
            <w:r>
              <w:rPr>
                <w:rFonts w:ascii="Arial" w:hAnsi="Arial" w:cs="Arial"/>
                <w:szCs w:val="16"/>
              </w:rPr>
              <w:t xml:space="preserve"> Y TRES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Pr="00811BBD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Pr="00811BBD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CUARENTA</w:t>
            </w:r>
          </w:p>
        </w:tc>
      </w:tr>
      <w:tr w:rsidR="003C4A9F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CANECA DE 80 LTS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TABLA PARA PICAR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OLLA EXPRESS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JARRA PARA JUGO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LICUADORA GRANDE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C4A9F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9F" w:rsidRDefault="003C4A9F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A9F" w:rsidRDefault="003C4A9F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3C4A9F" w:rsidRPr="003A2EBD" w:rsidRDefault="003C4A9F" w:rsidP="003C4A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3C4A9F" w:rsidRPr="003A2EBD" w:rsidRDefault="003C4A9F" w:rsidP="003C4A9F">
      <w:pPr>
        <w:jc w:val="both"/>
        <w:rPr>
          <w:rFonts w:ascii="Arial" w:hAnsi="Arial" w:cs="Arial"/>
        </w:rPr>
      </w:pPr>
    </w:p>
    <w:p w:rsidR="003C4A9F" w:rsidRPr="003A2EBD" w:rsidRDefault="003C4A9F" w:rsidP="003C4A9F">
      <w:pPr>
        <w:jc w:val="both"/>
        <w:rPr>
          <w:rFonts w:ascii="Arial" w:hAnsi="Arial" w:cs="Arial"/>
        </w:rPr>
      </w:pPr>
    </w:p>
    <w:p w:rsidR="003C4A9F" w:rsidRPr="003A2EBD" w:rsidRDefault="003C4A9F" w:rsidP="003C4A9F">
      <w:pPr>
        <w:jc w:val="both"/>
        <w:rPr>
          <w:rFonts w:ascii="Arial" w:hAnsi="Arial" w:cs="Arial"/>
          <w:bCs/>
          <w:color w:val="000000"/>
          <w:sz w:val="32"/>
        </w:rPr>
      </w:pPr>
    </w:p>
    <w:p w:rsidR="003C4A9F" w:rsidRDefault="003C4A9F" w:rsidP="003C4A9F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LUZ DARY RUIZ HERNANDEZ   </w:t>
      </w:r>
    </w:p>
    <w:p w:rsidR="003C4A9F" w:rsidRDefault="003C4A9F" w:rsidP="003C4A9F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3C4A9F" w:rsidRDefault="003C4A9F" w:rsidP="003C4A9F">
      <w:pPr>
        <w:jc w:val="center"/>
        <w:rPr>
          <w:sz w:val="28"/>
        </w:rPr>
      </w:pPr>
    </w:p>
    <w:p w:rsidR="003C4A9F" w:rsidRDefault="003C4A9F" w:rsidP="003C4A9F">
      <w:pPr>
        <w:jc w:val="center"/>
        <w:rPr>
          <w:sz w:val="28"/>
        </w:rPr>
      </w:pPr>
    </w:p>
    <w:p w:rsidR="003C4A9F" w:rsidRDefault="003C4A9F" w:rsidP="003C4A9F">
      <w:pPr>
        <w:jc w:val="center"/>
        <w:rPr>
          <w:sz w:val="28"/>
        </w:rPr>
      </w:pPr>
    </w:p>
    <w:p w:rsidR="003C4A9F" w:rsidRPr="006B4232" w:rsidRDefault="003C4A9F" w:rsidP="003C4A9F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3C4A9F" w:rsidRDefault="003C4A9F" w:rsidP="003C4A9F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39088D" w:rsidRPr="00A137D1" w:rsidTr="001B19E0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88D" w:rsidRDefault="0039088D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</w:pPr>
            <w:r w:rsidRPr="009265C2"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lastRenderedPageBreak/>
              <w:t>ACTA DE ENTREGA M</w:t>
            </w:r>
            <w:r>
              <w:rPr>
                <w:rFonts w:ascii="Calibri" w:hAnsi="Calibri"/>
                <w:b/>
                <w:bCs/>
                <w:color w:val="000000"/>
                <w:sz w:val="40"/>
                <w:szCs w:val="28"/>
              </w:rPr>
              <w:t>ENAJE</w:t>
            </w:r>
          </w:p>
          <w:p w:rsidR="0039088D" w:rsidRPr="00A137D1" w:rsidRDefault="0039088D" w:rsidP="001B19E0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MARZO 12 DE 2014</w:t>
            </w:r>
          </w:p>
        </w:tc>
      </w:tr>
    </w:tbl>
    <w:p w:rsidR="0039088D" w:rsidRDefault="0039088D" w:rsidP="0039088D">
      <w:pPr>
        <w:rPr>
          <w:sz w:val="28"/>
        </w:rPr>
      </w:pPr>
    </w:p>
    <w:p w:rsidR="0039088D" w:rsidRDefault="0039088D" w:rsidP="003908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3A2EBD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 xml:space="preserve">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color w:val="000000"/>
          <w:szCs w:val="18"/>
        </w:rPr>
        <w:t xml:space="preserve">FREDY YESID BUITRAGO RUBIANO   </w:t>
      </w:r>
      <w:r w:rsidRPr="003A2EBD">
        <w:rPr>
          <w:rFonts w:ascii="Arial" w:hAnsi="Arial" w:cs="Arial"/>
        </w:rPr>
        <w:t>identificad</w:t>
      </w:r>
      <w:r>
        <w:rPr>
          <w:rFonts w:ascii="Arial" w:hAnsi="Arial" w:cs="Arial"/>
        </w:rPr>
        <w:t>o</w:t>
      </w:r>
      <w:r w:rsidRPr="003A2EBD">
        <w:rPr>
          <w:rFonts w:ascii="Arial" w:hAnsi="Arial" w:cs="Arial"/>
        </w:rPr>
        <w:t xml:space="preserve"> con C.C. Nº </w:t>
      </w:r>
      <w:r>
        <w:rPr>
          <w:rFonts w:ascii="Arial" w:hAnsi="Arial" w:cs="Arial"/>
        </w:rPr>
        <w:t xml:space="preserve">1.077.143.668 </w:t>
      </w:r>
      <w:r w:rsidRPr="003A2E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recibe el menaje del restaurante escolar</w:t>
      </w:r>
      <w:r w:rsidRPr="003A2EBD">
        <w:rPr>
          <w:rFonts w:ascii="Arial" w:hAnsi="Arial" w:cs="Arial"/>
        </w:rPr>
        <w:t>, que debe ser anexado al inventario</w:t>
      </w:r>
      <w:r>
        <w:rPr>
          <w:rFonts w:ascii="Arial" w:hAnsi="Arial" w:cs="Arial"/>
        </w:rPr>
        <w:t xml:space="preserve"> 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la s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>d</w:t>
      </w:r>
      <w:r w:rsidRPr="003A2EB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GUANGUITA BAJA</w:t>
      </w:r>
      <w:r w:rsidRPr="003A2EBD">
        <w:rPr>
          <w:rFonts w:ascii="Arial" w:hAnsi="Arial" w:cs="Arial"/>
        </w:rPr>
        <w:t xml:space="preserve">, y </w:t>
      </w:r>
      <w:r>
        <w:rPr>
          <w:rFonts w:ascii="Arial" w:hAnsi="Arial" w:cs="Arial"/>
        </w:rPr>
        <w:t xml:space="preserve">que </w:t>
      </w:r>
      <w:r w:rsidRPr="003A2EBD">
        <w:rPr>
          <w:rFonts w:ascii="Arial" w:hAnsi="Arial" w:cs="Arial"/>
        </w:rPr>
        <w:t>se relacionan a continuación:</w:t>
      </w:r>
    </w:p>
    <w:p w:rsidR="0039088D" w:rsidRDefault="0039088D" w:rsidP="0039088D">
      <w:pPr>
        <w:jc w:val="both"/>
        <w:rPr>
          <w:rFonts w:ascii="Arial" w:hAnsi="Arial" w:cs="Arial"/>
        </w:rPr>
      </w:pPr>
    </w:p>
    <w:p w:rsidR="0039088D" w:rsidRPr="003A2EBD" w:rsidRDefault="0039088D" w:rsidP="0039088D">
      <w:pPr>
        <w:jc w:val="both"/>
        <w:rPr>
          <w:rFonts w:ascii="Arial" w:hAnsi="Arial" w:cs="Arial"/>
        </w:rPr>
      </w:pPr>
    </w:p>
    <w:p w:rsidR="0039088D" w:rsidRPr="003F4D02" w:rsidRDefault="0039088D" w:rsidP="0039088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363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851"/>
        <w:gridCol w:w="2126"/>
      </w:tblGrid>
      <w:tr w:rsidR="0039088D" w:rsidRPr="003F4D02" w:rsidTr="001B19E0">
        <w:trPr>
          <w:trHeight w:val="225"/>
        </w:trPr>
        <w:tc>
          <w:tcPr>
            <w:tcW w:w="538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39088D" w:rsidRPr="00FC2416" w:rsidRDefault="0039088D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CONCEPTO</w:t>
            </w:r>
          </w:p>
        </w:tc>
        <w:tc>
          <w:tcPr>
            <w:tcW w:w="2977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39088D" w:rsidRPr="00FC2416" w:rsidRDefault="0039088D" w:rsidP="001B19E0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FC2416">
              <w:rPr>
                <w:rFonts w:ascii="Arial" w:hAnsi="Arial" w:cs="Arial"/>
                <w:b/>
                <w:sz w:val="22"/>
                <w:szCs w:val="16"/>
              </w:rPr>
              <w:t>CANT</w:t>
            </w:r>
            <w:r>
              <w:rPr>
                <w:rFonts w:ascii="Arial" w:hAnsi="Arial" w:cs="Arial"/>
                <w:b/>
                <w:sz w:val="22"/>
                <w:szCs w:val="16"/>
              </w:rPr>
              <w:t>IDAD</w:t>
            </w:r>
          </w:p>
        </w:tc>
      </w:tr>
      <w:tr w:rsidR="0039088D" w:rsidRPr="00811BBD" w:rsidTr="001B19E0">
        <w:trPr>
          <w:trHeight w:val="32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Pr="00811BBD" w:rsidRDefault="0039088D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BANDEJA PLASTICA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Pr="00811BBD" w:rsidRDefault="0039088D" w:rsidP="001B19E0">
            <w:pPr>
              <w:rPr>
                <w:rFonts w:ascii="Arial" w:hAnsi="Arial" w:cs="Arial"/>
                <w:szCs w:val="16"/>
              </w:rPr>
            </w:pPr>
            <w:r w:rsidRPr="00811BBD">
              <w:rPr>
                <w:rFonts w:ascii="Arial" w:hAnsi="Arial" w:cs="Arial"/>
                <w:szCs w:val="16"/>
              </w:rPr>
              <w:t>VASOS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Pr="00811BB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TENEDOR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ESCURRIDOR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Pr="00811BB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Pr="00811BB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CUCHARAS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Pr="00811BB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VEINTE</w:t>
            </w:r>
          </w:p>
        </w:tc>
      </w:tr>
      <w:tr w:rsidR="0039088D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Default="001A026C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LICUADORA PEQUEÑA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9088D" w:rsidRPr="00811BBD" w:rsidTr="001B19E0"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TABLA PARA PICAR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PAILA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OLLETA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RAYADOR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CUCHILLO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39088D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8D" w:rsidRDefault="0039088D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COLADOR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88D" w:rsidRDefault="0039088D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D001A9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A9" w:rsidRDefault="00D001A9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MOLINILLO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1A9" w:rsidRDefault="00D001A9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1A9" w:rsidRDefault="00D001A9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UNO</w:t>
            </w:r>
          </w:p>
        </w:tc>
      </w:tr>
      <w:tr w:rsidR="00D001A9" w:rsidRPr="00811BBD" w:rsidTr="001B19E0">
        <w:trPr>
          <w:trHeight w:val="2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A9" w:rsidRDefault="00D001A9" w:rsidP="001B19E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ESTUFA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1A9" w:rsidRDefault="00D001A9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1A9" w:rsidRDefault="00D001A9" w:rsidP="001B19E0">
            <w:pPr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UNA</w:t>
            </w:r>
          </w:p>
        </w:tc>
      </w:tr>
    </w:tbl>
    <w:p w:rsidR="0039088D" w:rsidRPr="003A2EBD" w:rsidRDefault="0039088D" w:rsidP="003908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los DOCE (12)</w:t>
      </w:r>
      <w:r w:rsidRPr="003A2EBD">
        <w:rPr>
          <w:rFonts w:ascii="Arial" w:hAnsi="Arial" w:cs="Arial"/>
        </w:rPr>
        <w:t xml:space="preserve"> días de </w:t>
      </w:r>
      <w:r>
        <w:rPr>
          <w:rFonts w:ascii="Arial" w:hAnsi="Arial" w:cs="Arial"/>
        </w:rPr>
        <w:t xml:space="preserve">MARZO </w:t>
      </w:r>
      <w:r w:rsidRPr="003A2EBD">
        <w:rPr>
          <w:rFonts w:ascii="Arial" w:hAnsi="Arial" w:cs="Arial"/>
        </w:rPr>
        <w:t>de 2014, en constancia firman:</w:t>
      </w:r>
    </w:p>
    <w:p w:rsidR="0039088D" w:rsidRPr="003A2EBD" w:rsidRDefault="0039088D" w:rsidP="0039088D">
      <w:pPr>
        <w:jc w:val="both"/>
        <w:rPr>
          <w:rFonts w:ascii="Arial" w:hAnsi="Arial" w:cs="Arial"/>
        </w:rPr>
      </w:pPr>
    </w:p>
    <w:p w:rsidR="0039088D" w:rsidRPr="003A2EBD" w:rsidRDefault="0039088D" w:rsidP="0039088D">
      <w:pPr>
        <w:jc w:val="both"/>
        <w:rPr>
          <w:rFonts w:ascii="Arial" w:hAnsi="Arial" w:cs="Arial"/>
        </w:rPr>
      </w:pPr>
    </w:p>
    <w:p w:rsidR="0039088D" w:rsidRPr="003A2EBD" w:rsidRDefault="0039088D" w:rsidP="0039088D">
      <w:pPr>
        <w:jc w:val="both"/>
        <w:rPr>
          <w:rFonts w:ascii="Arial" w:hAnsi="Arial" w:cs="Arial"/>
          <w:bCs/>
          <w:color w:val="000000"/>
          <w:sz w:val="32"/>
        </w:rPr>
      </w:pPr>
    </w:p>
    <w:p w:rsidR="0039088D" w:rsidRDefault="0039088D" w:rsidP="0039088D">
      <w:pPr>
        <w:jc w:val="center"/>
        <w:rPr>
          <w:rFonts w:ascii="Arial" w:hAnsi="Arial" w:cs="Arial"/>
          <w:bCs/>
          <w:color w:val="000000"/>
          <w:szCs w:val="18"/>
        </w:rPr>
      </w:pPr>
      <w:r>
        <w:rPr>
          <w:rFonts w:ascii="Arial" w:hAnsi="Arial" w:cs="Arial"/>
          <w:bCs/>
          <w:color w:val="000000"/>
          <w:szCs w:val="18"/>
        </w:rPr>
        <w:t xml:space="preserve">FREDY YESID BUITRAGO RUBIANO   </w:t>
      </w:r>
    </w:p>
    <w:p w:rsidR="0039088D" w:rsidRDefault="0039088D" w:rsidP="0039088D">
      <w:pPr>
        <w:jc w:val="center"/>
        <w:rPr>
          <w:sz w:val="28"/>
        </w:rPr>
      </w:pPr>
      <w:r w:rsidRPr="00FC2416">
        <w:rPr>
          <w:sz w:val="28"/>
        </w:rPr>
        <w:t>Doc</w:t>
      </w:r>
      <w:r w:rsidRPr="006B4232">
        <w:rPr>
          <w:sz w:val="28"/>
        </w:rPr>
        <w:t>e</w:t>
      </w:r>
      <w:r>
        <w:rPr>
          <w:sz w:val="28"/>
        </w:rPr>
        <w:t>nt</w:t>
      </w:r>
      <w:r w:rsidRPr="006B4232">
        <w:rPr>
          <w:sz w:val="28"/>
        </w:rPr>
        <w:t>e</w:t>
      </w:r>
    </w:p>
    <w:p w:rsidR="0039088D" w:rsidRDefault="0039088D" w:rsidP="0039088D">
      <w:pPr>
        <w:jc w:val="center"/>
        <w:rPr>
          <w:sz w:val="28"/>
        </w:rPr>
      </w:pPr>
    </w:p>
    <w:p w:rsidR="0039088D" w:rsidRDefault="0039088D" w:rsidP="0039088D">
      <w:pPr>
        <w:jc w:val="center"/>
        <w:rPr>
          <w:sz w:val="28"/>
        </w:rPr>
      </w:pPr>
    </w:p>
    <w:p w:rsidR="0039088D" w:rsidRDefault="0039088D" w:rsidP="0039088D">
      <w:pPr>
        <w:jc w:val="center"/>
        <w:rPr>
          <w:sz w:val="28"/>
        </w:rPr>
      </w:pPr>
    </w:p>
    <w:p w:rsidR="0039088D" w:rsidRPr="006B4232" w:rsidRDefault="0039088D" w:rsidP="0039088D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39088D" w:rsidRDefault="0039088D" w:rsidP="0039088D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39088D" w:rsidRDefault="0039088D" w:rsidP="00205031">
      <w:pPr>
        <w:jc w:val="both"/>
        <w:rPr>
          <w:sz w:val="28"/>
        </w:rPr>
      </w:pPr>
    </w:p>
    <w:sectPr w:rsidR="0039088D" w:rsidSect="00433638">
      <w:headerReference w:type="default" r:id="rId9"/>
      <w:footerReference w:type="default" r:id="rId10"/>
      <w:pgSz w:w="12240" w:h="15840" w:code="1"/>
      <w:pgMar w:top="1701" w:right="1418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31" w:rsidRDefault="00205031" w:rsidP="00B5407E">
      <w:r>
        <w:separator/>
      </w:r>
    </w:p>
  </w:endnote>
  <w:endnote w:type="continuationSeparator" w:id="0">
    <w:p w:rsidR="00205031" w:rsidRDefault="00205031" w:rsidP="00B5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031" w:rsidRDefault="00205031" w:rsidP="00B5407E">
    <w:pPr>
      <w:pStyle w:val="Piedepgina"/>
      <w:jc w:val="center"/>
    </w:pPr>
    <w:r>
      <w:t>CHOCONTÁ, CARRERA 4 No. 11A-99</w:t>
    </w:r>
  </w:p>
  <w:p w:rsidR="00205031" w:rsidRDefault="00205031" w:rsidP="00B5407E">
    <w:pPr>
      <w:pStyle w:val="Piedepgina"/>
      <w:jc w:val="center"/>
    </w:pPr>
    <w:r>
      <w:t>FAX. 8561226  TEL 8562216</w:t>
    </w:r>
  </w:p>
  <w:p w:rsidR="00205031" w:rsidRDefault="00205031" w:rsidP="00B5407E">
    <w:pPr>
      <w:pStyle w:val="Piedepgina"/>
      <w:jc w:val="center"/>
    </w:pPr>
    <w:r>
      <w:t>corucuervo@hotmail.com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31" w:rsidRDefault="00205031" w:rsidP="00B5407E">
      <w:r>
        <w:separator/>
      </w:r>
    </w:p>
  </w:footnote>
  <w:footnote w:type="continuationSeparator" w:id="0">
    <w:p w:rsidR="00205031" w:rsidRDefault="00205031" w:rsidP="00B54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031" w:rsidRDefault="00205031" w:rsidP="00E1032C">
    <w:pPr>
      <w:pStyle w:val="Encabezado"/>
      <w:jc w:val="center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92634A3" wp14:editId="69BE1985">
              <wp:simplePos x="0" y="0"/>
              <wp:positionH relativeFrom="column">
                <wp:posOffset>-76200</wp:posOffset>
              </wp:positionH>
              <wp:positionV relativeFrom="paragraph">
                <wp:posOffset>-81280</wp:posOffset>
              </wp:positionV>
              <wp:extent cx="910590" cy="792480"/>
              <wp:effectExtent l="0" t="0" r="3810" b="762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059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031" w:rsidRDefault="00205031" w:rsidP="00E1032C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1AF18E83" wp14:editId="3FF50AD6">
                                <wp:extent cx="676275" cy="676275"/>
                                <wp:effectExtent l="19050" t="0" r="9525" b="0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676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-6pt;margin-top:-6.4pt;width:71.7pt;height:6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mLgQIAAA4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" stroked="f">
              <v:textbox>
                <w:txbxContent>
                  <w:p w:rsidR="00205031" w:rsidRDefault="00205031" w:rsidP="00E1032C">
                    <w:r>
                      <w:rPr>
                        <w:noProof/>
                        <w:sz w:val="20"/>
                        <w:szCs w:val="20"/>
                        <w:lang w:val="es-CO" w:eastAsia="es-CO"/>
                      </w:rPr>
                      <w:drawing>
                        <wp:inline distT="0" distB="0" distL="0" distR="0" wp14:anchorId="1AF18E83" wp14:editId="3FF50AD6">
                          <wp:extent cx="676275" cy="676275"/>
                          <wp:effectExtent l="19050" t="0" r="9525" b="0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676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E5E805" wp14:editId="5B02E673">
              <wp:simplePos x="0" y="0"/>
              <wp:positionH relativeFrom="column">
                <wp:posOffset>5006340</wp:posOffset>
              </wp:positionH>
              <wp:positionV relativeFrom="paragraph">
                <wp:posOffset>-80645</wp:posOffset>
              </wp:positionV>
              <wp:extent cx="767715" cy="791845"/>
              <wp:effectExtent l="0" t="0" r="0" b="825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791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031" w:rsidRDefault="00205031" w:rsidP="00E1032C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6F02F0E7" wp14:editId="5EE0C308">
                                <wp:extent cx="514350" cy="647700"/>
                                <wp:effectExtent l="19050" t="0" r="0" b="0"/>
                                <wp:docPr id="3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4350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left:0;text-align:left;margin-left:394.2pt;margin-top:-6.35pt;width:60.45pt;height:6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" stroked="f">
              <v:textbox>
                <w:txbxContent>
                  <w:p w:rsidR="00205031" w:rsidRDefault="00205031" w:rsidP="00E1032C">
                    <w:r>
                      <w:rPr>
                        <w:noProof/>
                        <w:sz w:val="20"/>
                        <w:szCs w:val="20"/>
                        <w:lang w:val="es-CO" w:eastAsia="es-CO"/>
                      </w:rPr>
                      <w:drawing>
                        <wp:inline distT="0" distB="0" distL="0" distR="0" wp14:anchorId="6F02F0E7" wp14:editId="5EE0C308">
                          <wp:extent cx="514350" cy="647700"/>
                          <wp:effectExtent l="19050" t="0" r="0" b="0"/>
                          <wp:docPr id="3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4350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C382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56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5" o:title="EXPE"/>
          <w10:wrap anchorx="margin" anchory="margin"/>
        </v:shape>
      </w:pict>
    </w:r>
    <w:r>
      <w:t>INSTITUCION EDUCATIVA DEPARTAMENTAL RUFINO CUERVO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205031" w:rsidRDefault="00205031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  <w:p w:rsidR="00205031" w:rsidRPr="00E1032C" w:rsidRDefault="00205031" w:rsidP="00E1032C">
    <w:pPr>
      <w:pStyle w:val="Encabezado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43810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65F730A"/>
    <w:multiLevelType w:val="hybridMultilevel"/>
    <w:tmpl w:val="10922E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A7AFC"/>
    <w:multiLevelType w:val="hybridMultilevel"/>
    <w:tmpl w:val="DEECB2E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EAD78F6"/>
    <w:multiLevelType w:val="hybridMultilevel"/>
    <w:tmpl w:val="A76C63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2E"/>
    <w:rsid w:val="0000094E"/>
    <w:rsid w:val="00020945"/>
    <w:rsid w:val="000364E8"/>
    <w:rsid w:val="00056593"/>
    <w:rsid w:val="000B570C"/>
    <w:rsid w:val="000C4E1B"/>
    <w:rsid w:val="00122B5A"/>
    <w:rsid w:val="001571D2"/>
    <w:rsid w:val="001A00A0"/>
    <w:rsid w:val="001A026C"/>
    <w:rsid w:val="001E2E61"/>
    <w:rsid w:val="001F2F40"/>
    <w:rsid w:val="00205031"/>
    <w:rsid w:val="002139F7"/>
    <w:rsid w:val="00224D36"/>
    <w:rsid w:val="002374E2"/>
    <w:rsid w:val="002417E6"/>
    <w:rsid w:val="002B6225"/>
    <w:rsid w:val="002E0ECB"/>
    <w:rsid w:val="002E56D3"/>
    <w:rsid w:val="003265A1"/>
    <w:rsid w:val="0035652C"/>
    <w:rsid w:val="003571C5"/>
    <w:rsid w:val="0036726A"/>
    <w:rsid w:val="00386354"/>
    <w:rsid w:val="0039088D"/>
    <w:rsid w:val="003A2EBD"/>
    <w:rsid w:val="003B0470"/>
    <w:rsid w:val="003C4A9F"/>
    <w:rsid w:val="003C737A"/>
    <w:rsid w:val="00406EC8"/>
    <w:rsid w:val="00433638"/>
    <w:rsid w:val="00436BF4"/>
    <w:rsid w:val="0045752A"/>
    <w:rsid w:val="0049465B"/>
    <w:rsid w:val="00511E05"/>
    <w:rsid w:val="00525CC7"/>
    <w:rsid w:val="005515E1"/>
    <w:rsid w:val="00564437"/>
    <w:rsid w:val="005807CB"/>
    <w:rsid w:val="00591414"/>
    <w:rsid w:val="005C3826"/>
    <w:rsid w:val="005D114A"/>
    <w:rsid w:val="005E59D4"/>
    <w:rsid w:val="005E7344"/>
    <w:rsid w:val="00603E32"/>
    <w:rsid w:val="00607191"/>
    <w:rsid w:val="0062270B"/>
    <w:rsid w:val="00631F3E"/>
    <w:rsid w:val="00632799"/>
    <w:rsid w:val="0063572E"/>
    <w:rsid w:val="0067367F"/>
    <w:rsid w:val="00673FAC"/>
    <w:rsid w:val="006C15B0"/>
    <w:rsid w:val="006C1A5E"/>
    <w:rsid w:val="006D5E09"/>
    <w:rsid w:val="006E3A48"/>
    <w:rsid w:val="00715952"/>
    <w:rsid w:val="00747442"/>
    <w:rsid w:val="007F2033"/>
    <w:rsid w:val="00811BBD"/>
    <w:rsid w:val="00811D4A"/>
    <w:rsid w:val="00815656"/>
    <w:rsid w:val="00852D09"/>
    <w:rsid w:val="0086123F"/>
    <w:rsid w:val="00891E4C"/>
    <w:rsid w:val="008952DE"/>
    <w:rsid w:val="008C224E"/>
    <w:rsid w:val="009021E2"/>
    <w:rsid w:val="00904A97"/>
    <w:rsid w:val="009265C2"/>
    <w:rsid w:val="00943591"/>
    <w:rsid w:val="009469B3"/>
    <w:rsid w:val="0096472E"/>
    <w:rsid w:val="0097026E"/>
    <w:rsid w:val="00973FFF"/>
    <w:rsid w:val="009954E4"/>
    <w:rsid w:val="00996CEB"/>
    <w:rsid w:val="009A5B27"/>
    <w:rsid w:val="009F1FA6"/>
    <w:rsid w:val="00A137D1"/>
    <w:rsid w:val="00AC7A92"/>
    <w:rsid w:val="00AD7CF7"/>
    <w:rsid w:val="00B14DED"/>
    <w:rsid w:val="00B5407E"/>
    <w:rsid w:val="00B805E1"/>
    <w:rsid w:val="00B87B01"/>
    <w:rsid w:val="00B90B71"/>
    <w:rsid w:val="00BB6ECD"/>
    <w:rsid w:val="00C540E4"/>
    <w:rsid w:val="00C90894"/>
    <w:rsid w:val="00CA7FE4"/>
    <w:rsid w:val="00D001A9"/>
    <w:rsid w:val="00D00D78"/>
    <w:rsid w:val="00D31A23"/>
    <w:rsid w:val="00D34CFB"/>
    <w:rsid w:val="00D66948"/>
    <w:rsid w:val="00D76495"/>
    <w:rsid w:val="00D90249"/>
    <w:rsid w:val="00DB7AF8"/>
    <w:rsid w:val="00DB7F38"/>
    <w:rsid w:val="00DF7F3F"/>
    <w:rsid w:val="00E02B72"/>
    <w:rsid w:val="00E03FD6"/>
    <w:rsid w:val="00E1032C"/>
    <w:rsid w:val="00E12EA9"/>
    <w:rsid w:val="00E31C16"/>
    <w:rsid w:val="00E51F59"/>
    <w:rsid w:val="00E83A0A"/>
    <w:rsid w:val="00ED61B3"/>
    <w:rsid w:val="00F241F3"/>
    <w:rsid w:val="00F2681D"/>
    <w:rsid w:val="00F365E7"/>
    <w:rsid w:val="00F631A3"/>
    <w:rsid w:val="00F6441B"/>
    <w:rsid w:val="00F759B6"/>
    <w:rsid w:val="00FB617C"/>
    <w:rsid w:val="00FC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ED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ED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image" Target="media/image2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enbrete%20con%20foto%20IED%20RUFINO%20CUERV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327A3-E43F-46C6-9783-94EDFACD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menbrete con foto IED RUFINO CUERVO</Template>
  <TotalTime>69</TotalTime>
  <Pages>12</Pages>
  <Words>1443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</dc:creator>
  <cp:lastModifiedBy>JANUS</cp:lastModifiedBy>
  <cp:revision>13</cp:revision>
  <cp:lastPrinted>2014-03-17T16:00:00Z</cp:lastPrinted>
  <dcterms:created xsi:type="dcterms:W3CDTF">2014-03-12T19:17:00Z</dcterms:created>
  <dcterms:modified xsi:type="dcterms:W3CDTF">2014-03-17T16:01:00Z</dcterms:modified>
</cp:coreProperties>
</file>